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E0123" w14:textId="77777777" w:rsidR="00FC48B2" w:rsidRDefault="0054400D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7D0E0124" w14:textId="77777777" w:rsidR="00CC3D37" w:rsidRPr="00A56627" w:rsidRDefault="0054400D" w:rsidP="00CC3D37">
      <w:pPr>
        <w:pStyle w:val="Heading2"/>
      </w:pPr>
      <w:r w:rsidRPr="00A56627">
        <w:t>Criteria</w:t>
      </w:r>
    </w:p>
    <w:p w14:paraId="7D0E0126" w14:textId="0A4C492D" w:rsidR="00CC3D37" w:rsidRDefault="0A0A0CBA" w:rsidP="0A0A0CBA">
      <w:pPr>
        <w:pStyle w:val="Heading3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bookmarkStart w:id="0" w:name="Qualification"/>
      <w:r>
        <w:t>Qualification/Course code, name and release number</w:t>
      </w:r>
      <w:bookmarkEnd w:id="0"/>
    </w:p>
    <w:p w14:paraId="7D0E0127" w14:textId="187A10DD" w:rsidR="0054400D" w:rsidRDefault="0A0A0CB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A0A0CBA">
        <w:rPr>
          <w:sz w:val="22"/>
          <w:szCs w:val="22"/>
          <w:lang w:eastAsia="en-AU"/>
        </w:rPr>
        <w:t>MSL40118 – Certificate IV in Laboratory Techniques (1)</w:t>
      </w:r>
      <w:r w:rsidR="00417671">
        <w:rPr>
          <w:sz w:val="22"/>
          <w:szCs w:val="22"/>
          <w:lang w:eastAsia="en-AU"/>
        </w:rPr>
        <w:t xml:space="preserve"> </w:t>
      </w:r>
    </w:p>
    <w:p w14:paraId="52F454DF" w14:textId="2DFA2C18" w:rsidR="0A0A0CBA" w:rsidRDefault="00417671" w:rsidP="001A44D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 – Diploma in Laboratory Technology (1)</w:t>
      </w:r>
    </w:p>
    <w:p w14:paraId="46DC68D0" w14:textId="77777777" w:rsidR="001316A8" w:rsidRDefault="001316A8" w:rsidP="001316A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7D0E0129" w14:textId="77777777" w:rsidR="00CC3D37" w:rsidRDefault="0054400D" w:rsidP="00CC3D37">
      <w:pPr>
        <w:pStyle w:val="Heading3"/>
      </w:pPr>
      <w:r w:rsidRPr="007A6B4A">
        <w:t>Unit code, name and release number</w:t>
      </w:r>
    </w:p>
    <w:p w14:paraId="7D0E012A" w14:textId="77777777" w:rsidR="00CC3D37" w:rsidRPr="00D83795" w:rsidRDefault="0054400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MSL974017 - Prepare, standardise and use solutions (1)</w:t>
      </w:r>
      <w:bookmarkEnd w:id="1"/>
    </w:p>
    <w:p w14:paraId="7D0E012B" w14:textId="77777777" w:rsidR="00CC3D37" w:rsidRPr="00D83795" w:rsidRDefault="0032672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D0E012C" w14:textId="77777777" w:rsidR="00BC4442" w:rsidRPr="004A551B" w:rsidRDefault="0054400D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7D0E012D" w14:textId="77777777" w:rsidR="0040694E" w:rsidRPr="004A551B" w:rsidRDefault="0054400D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7D0E012E" w14:textId="77777777" w:rsidR="0040694E" w:rsidRPr="004A551B" w:rsidRDefault="0054400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7D0E012F" w14:textId="77777777" w:rsidR="0040694E" w:rsidRPr="004A551B" w:rsidRDefault="0054400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7D0E0130" w14:textId="77777777" w:rsidR="0040694E" w:rsidRPr="004A551B" w:rsidRDefault="0054400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7D0E0131" w14:textId="77777777" w:rsidR="0040694E" w:rsidRPr="004A551B" w:rsidRDefault="0054400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7D0E0132" w14:textId="77777777" w:rsidR="0040694E" w:rsidRPr="004A551B" w:rsidRDefault="0054400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n provided access to all required learning materials and/or resources</w:t>
      </w:r>
    </w:p>
    <w:p w14:paraId="7D0E0133" w14:textId="77777777" w:rsidR="003F73CB" w:rsidRDefault="0054400D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D6279" w14:paraId="7D0E0138" w14:textId="77777777" w:rsidTr="00CD6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7D0E0134" w14:textId="77777777" w:rsidR="007E10A9" w:rsidRDefault="0054400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7D0E0135" w14:textId="77777777" w:rsidR="007E10A9" w:rsidRDefault="0054400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7D0E0136" w14:textId="77777777" w:rsidR="007E10A9" w:rsidRDefault="0054400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7D0E0137" w14:textId="77777777" w:rsidR="007E10A9" w:rsidRDefault="0054400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D6279" w14:paraId="7D0E013D" w14:textId="77777777" w:rsidTr="00CD6279">
        <w:tc>
          <w:tcPr>
            <w:tcW w:w="310" w:type="pct"/>
            <w:shd w:val="clear" w:color="auto" w:fill="2D739F"/>
            <w:vAlign w:val="top"/>
          </w:tcPr>
          <w:p w14:paraId="7D0E0139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7D0E013A" w14:textId="7C33D5AB" w:rsidR="00381CDD" w:rsidRDefault="00381CDD" w:rsidP="007E10A9">
            <w:pPr>
              <w:rPr>
                <w:lang w:eastAsia="en-AU"/>
              </w:rPr>
            </w:pPr>
          </w:p>
          <w:p w14:paraId="0ADC60FB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4C2C4C79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480D8233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0742CF66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14F80F31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6B98E958" w14:textId="291B3CCB" w:rsidR="007E10A9" w:rsidRPr="00381CDD" w:rsidRDefault="00326722" w:rsidP="00381CD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3B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3C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42" w14:textId="77777777" w:rsidTr="00CD6279">
        <w:tc>
          <w:tcPr>
            <w:tcW w:w="310" w:type="pct"/>
            <w:shd w:val="clear" w:color="auto" w:fill="2D739F"/>
            <w:vAlign w:val="top"/>
          </w:tcPr>
          <w:p w14:paraId="7D0E013E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7D0E013F" w14:textId="52CE3F81" w:rsidR="00381CDD" w:rsidRDefault="00381CDD" w:rsidP="007E10A9">
            <w:pPr>
              <w:rPr>
                <w:lang w:eastAsia="en-AU"/>
              </w:rPr>
            </w:pPr>
          </w:p>
          <w:p w14:paraId="0C57693B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3745F10E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7E870298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4A0113E5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4D671334" w14:textId="1C7B8745" w:rsidR="007E10A9" w:rsidRPr="00381CDD" w:rsidRDefault="00326722" w:rsidP="00381CD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40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41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47" w14:textId="77777777" w:rsidTr="00CD6279">
        <w:tc>
          <w:tcPr>
            <w:tcW w:w="310" w:type="pct"/>
            <w:shd w:val="clear" w:color="auto" w:fill="2D739F"/>
            <w:vAlign w:val="top"/>
          </w:tcPr>
          <w:p w14:paraId="7D0E0143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D0E0144" w14:textId="26AA6DBA" w:rsidR="00381CDD" w:rsidRDefault="00381CDD" w:rsidP="007E10A9">
            <w:pPr>
              <w:rPr>
                <w:lang w:eastAsia="en-AU"/>
              </w:rPr>
            </w:pPr>
          </w:p>
          <w:p w14:paraId="3429B609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11433AE1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53DBDF3F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73404FDC" w14:textId="5B367964" w:rsidR="007E10A9" w:rsidRPr="00381CDD" w:rsidRDefault="00326722" w:rsidP="00381CD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45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46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4C" w14:textId="77777777" w:rsidTr="00CD6279">
        <w:tc>
          <w:tcPr>
            <w:tcW w:w="310" w:type="pct"/>
            <w:shd w:val="clear" w:color="auto" w:fill="2D739F"/>
            <w:vAlign w:val="top"/>
          </w:tcPr>
          <w:p w14:paraId="7D0E0148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7D0E0149" w14:textId="2C78F09B" w:rsidR="00381CDD" w:rsidRDefault="00381CDD" w:rsidP="007E10A9">
            <w:pPr>
              <w:rPr>
                <w:lang w:eastAsia="en-AU"/>
              </w:rPr>
            </w:pPr>
          </w:p>
          <w:p w14:paraId="326B536A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73D60EDA" w14:textId="77777777" w:rsidR="00381CDD" w:rsidRPr="00381CDD" w:rsidRDefault="00381CDD" w:rsidP="00381CDD">
            <w:pPr>
              <w:rPr>
                <w:lang w:eastAsia="en-AU"/>
              </w:rPr>
            </w:pPr>
          </w:p>
          <w:p w14:paraId="36B340ED" w14:textId="5A6BC79F" w:rsidR="007E10A9" w:rsidRPr="00381CDD" w:rsidRDefault="00326722" w:rsidP="00381CD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4A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4B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51" w14:textId="77777777" w:rsidTr="00CD6279">
        <w:tc>
          <w:tcPr>
            <w:tcW w:w="310" w:type="pct"/>
            <w:shd w:val="clear" w:color="auto" w:fill="2D739F"/>
            <w:vAlign w:val="top"/>
          </w:tcPr>
          <w:p w14:paraId="7D0E014D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7D0E014E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4F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50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56" w14:textId="77777777" w:rsidTr="00CD6279">
        <w:tc>
          <w:tcPr>
            <w:tcW w:w="310" w:type="pct"/>
            <w:shd w:val="clear" w:color="auto" w:fill="2D739F"/>
            <w:vAlign w:val="top"/>
          </w:tcPr>
          <w:p w14:paraId="7D0E0152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7D0E0153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54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55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5B" w14:textId="77777777" w:rsidTr="00CD6279">
        <w:tc>
          <w:tcPr>
            <w:tcW w:w="310" w:type="pct"/>
            <w:shd w:val="clear" w:color="auto" w:fill="2D739F"/>
            <w:vAlign w:val="top"/>
          </w:tcPr>
          <w:p w14:paraId="7D0E0157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7D0E0158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59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5A" w14:textId="77777777" w:rsidR="007E10A9" w:rsidRDefault="00326722" w:rsidP="007E10A9">
            <w:pPr>
              <w:rPr>
                <w:lang w:eastAsia="en-AU"/>
              </w:rPr>
            </w:pPr>
          </w:p>
        </w:tc>
      </w:tr>
      <w:tr w:rsidR="00CD6279" w14:paraId="7D0E0160" w14:textId="77777777" w:rsidTr="00CD6279">
        <w:tc>
          <w:tcPr>
            <w:tcW w:w="310" w:type="pct"/>
            <w:shd w:val="clear" w:color="auto" w:fill="2D739F"/>
            <w:vAlign w:val="top"/>
          </w:tcPr>
          <w:p w14:paraId="7D0E015C" w14:textId="77777777" w:rsidR="007E10A9" w:rsidRPr="007E10A9" w:rsidRDefault="0054400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7D0E015D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0E015E" w14:textId="77777777" w:rsidR="007E10A9" w:rsidRDefault="0032672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0E015F" w14:textId="77777777" w:rsidR="007E10A9" w:rsidRDefault="00326722" w:rsidP="007E10A9">
            <w:pPr>
              <w:rPr>
                <w:lang w:eastAsia="en-AU"/>
              </w:rPr>
            </w:pPr>
          </w:p>
        </w:tc>
      </w:tr>
    </w:tbl>
    <w:p w14:paraId="7D0E0161" w14:textId="77777777" w:rsidR="00BC4442" w:rsidRDefault="00326722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E0164" w14:textId="77777777" w:rsidR="004E7F4F" w:rsidRDefault="0054400D">
      <w:pPr>
        <w:spacing w:before="0" w:after="0" w:line="240" w:lineRule="auto"/>
      </w:pPr>
      <w:r>
        <w:separator/>
      </w:r>
    </w:p>
  </w:endnote>
  <w:endnote w:type="continuationSeparator" w:id="0">
    <w:p w14:paraId="7D0E0165" w14:textId="77777777" w:rsidR="004E7F4F" w:rsidRDefault="005440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0169" w14:textId="77777777" w:rsidR="00CC4677" w:rsidRPr="004820C4" w:rsidRDefault="00326722" w:rsidP="0002323C">
    <w:pPr>
      <w:pStyle w:val="Footer-DocumentTitleLeft"/>
    </w:pPr>
  </w:p>
  <w:p w14:paraId="7D0E016A" w14:textId="77777777" w:rsidR="00CC4677" w:rsidRDefault="0054400D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D0E016B" w14:textId="77777777" w:rsidR="00CC4677" w:rsidRPr="0006452B" w:rsidRDefault="00326722" w:rsidP="00EE3A11"/>
  <w:p w14:paraId="7D0E016C" w14:textId="77777777" w:rsidR="00BA0812" w:rsidRDefault="0032672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2309723A" w14:textId="65CB1BF5" w:rsidR="001316A8" w:rsidRDefault="0054400D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r w:rsidR="00361775">
          <w:rPr>
            <w:noProof/>
          </w:rPr>
          <w:fldChar w:fldCharType="begin"/>
        </w:r>
        <w:r w:rsidR="00361775">
          <w:rPr>
            <w:noProof/>
          </w:rPr>
          <w:instrText xml:space="preserve"> FILENAME   \* MERGEFORMAT </w:instrText>
        </w:r>
        <w:r w:rsidR="00361775">
          <w:rPr>
            <w:noProof/>
          </w:rPr>
          <w:fldChar w:fldCharType="separate"/>
        </w:r>
        <w:r w:rsidR="00326722">
          <w:rPr>
            <w:noProof/>
          </w:rPr>
          <w:t>MSL974017_StDec</w:t>
        </w:r>
        <w:r w:rsidR="00361775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</w:p>
      <w:p w14:paraId="7D0E016D" w14:textId="04684A06" w:rsidR="00BA0812" w:rsidRDefault="00381CDD" w:rsidP="00096F1A">
        <w:pPr>
          <w:pStyle w:val="Bodyfooter"/>
          <w:tabs>
            <w:tab w:val="left" w:pos="4768"/>
          </w:tabs>
          <w:rPr>
            <w:noProof/>
          </w:rPr>
        </w:pPr>
        <w:r>
          <w:t xml:space="preserve">Resource ID: </w:t>
        </w:r>
        <w:r w:rsidR="001316A8">
          <w:t>MRS_18_07_MSL974017_StDec</w:t>
        </w:r>
        <w:r w:rsidR="001316A8">
          <w:tab/>
        </w:r>
        <w:r w:rsidR="001316A8">
          <w:tab/>
        </w:r>
        <w:r w:rsidR="0054400D" w:rsidRPr="008D467A">
          <w:t xml:space="preserve">Page </w:t>
        </w:r>
        <w:r w:rsidR="0054400D" w:rsidRPr="008D467A">
          <w:fldChar w:fldCharType="begin"/>
        </w:r>
        <w:r w:rsidR="0054400D" w:rsidRPr="008D467A">
          <w:instrText xml:space="preserve"> PAGE  \* Arabic  \* MERGEFORMAT </w:instrText>
        </w:r>
        <w:r w:rsidR="0054400D" w:rsidRPr="008D467A">
          <w:fldChar w:fldCharType="separate"/>
        </w:r>
        <w:r w:rsidR="00326722">
          <w:rPr>
            <w:noProof/>
          </w:rPr>
          <w:t>3</w:t>
        </w:r>
        <w:r w:rsidR="0054400D" w:rsidRPr="008D467A">
          <w:fldChar w:fldCharType="end"/>
        </w:r>
        <w:r w:rsidR="0054400D" w:rsidRPr="008D467A">
          <w:t xml:space="preserve"> of </w:t>
        </w:r>
        <w:r w:rsidR="0054400D">
          <w:rPr>
            <w:noProof/>
          </w:rPr>
          <w:fldChar w:fldCharType="begin"/>
        </w:r>
        <w:r w:rsidR="0054400D">
          <w:rPr>
            <w:noProof/>
          </w:rPr>
          <w:instrText xml:space="preserve"> NUMPAGES  \* Arabic  \* MERGEFORMAT </w:instrText>
        </w:r>
        <w:r w:rsidR="0054400D">
          <w:rPr>
            <w:noProof/>
          </w:rPr>
          <w:fldChar w:fldCharType="separate"/>
        </w:r>
        <w:r w:rsidR="00326722">
          <w:rPr>
            <w:noProof/>
          </w:rPr>
          <w:t>3</w:t>
        </w:r>
        <w:r w:rsidR="0054400D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0170" w14:textId="77777777" w:rsidR="00AA3155" w:rsidRPr="008D467A" w:rsidRDefault="0054400D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D0E0171" w14:textId="77777777" w:rsidR="00AA3155" w:rsidRPr="008948B1" w:rsidRDefault="0054400D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D0E0172" w14:textId="77777777" w:rsidR="00CC4677" w:rsidRPr="00AA3155" w:rsidRDefault="00326722" w:rsidP="00EE3A11">
    <w:pPr>
      <w:pStyle w:val="Footer"/>
    </w:pPr>
  </w:p>
  <w:p w14:paraId="7D0E0173" w14:textId="77777777" w:rsidR="00BA0812" w:rsidRDefault="0032672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E0162" w14:textId="77777777" w:rsidR="004E7F4F" w:rsidRDefault="0054400D">
      <w:pPr>
        <w:spacing w:before="0" w:after="0" w:line="240" w:lineRule="auto"/>
      </w:pPr>
      <w:r>
        <w:separator/>
      </w:r>
    </w:p>
  </w:footnote>
  <w:footnote w:type="continuationSeparator" w:id="0">
    <w:p w14:paraId="7D0E0163" w14:textId="77777777" w:rsidR="004E7F4F" w:rsidRDefault="005440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0166" w14:textId="77777777" w:rsidR="00CC4677" w:rsidRDefault="00326722" w:rsidP="00EE3A11"/>
  <w:p w14:paraId="7D0E0167" w14:textId="77777777" w:rsidR="00BA0812" w:rsidRDefault="0032672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0168" w14:textId="77777777" w:rsidR="00BA0812" w:rsidRDefault="0054400D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D0E0174" wp14:editId="7D0E0175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016E" w14:textId="77777777" w:rsidR="004238CB" w:rsidRDefault="00326722" w:rsidP="00EE3A11">
    <w:pPr>
      <w:pStyle w:val="Header"/>
    </w:pPr>
  </w:p>
  <w:p w14:paraId="7D0E016F" w14:textId="77777777" w:rsidR="00BA0812" w:rsidRDefault="0032672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3142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42FE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2ED1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CE27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2F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A6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B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F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447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6C989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AB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389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61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0E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B0A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A9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B0C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02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D027DA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4E92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6C18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44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2A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207C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48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6E1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69C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8A320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9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ED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AA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189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644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EC1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64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72EB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2F787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006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2084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038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E65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5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C1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2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E6B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C57E1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D98A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EA04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C7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CF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0C91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EB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761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F48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355A0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0C2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EC30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CA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74A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E40E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ED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949A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4E5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8ED28A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A9A9F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36C5B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222C14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EE6B3E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B8005A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F169DE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2AC0BC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22482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69C984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C865E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F0DD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88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8C3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8044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F04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406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9CE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769A5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EC5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CF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83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A5E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A7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C05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81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E289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D788220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10A4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8A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FC8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C84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3A1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C0C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ED6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60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6792D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B6D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C0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65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504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8A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164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48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524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A6465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422C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42A6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AE1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EC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8033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3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1A7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A2D8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1BC6C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526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84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28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83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C8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6BB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0C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966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28E0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EBC9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80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2E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CA3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AE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0E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8D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DA1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ACD28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A8F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23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E29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EE4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4AFA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6A7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C4B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A4B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34BA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8625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A92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E9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22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6CA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819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AD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0A7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5476B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6A0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F2F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09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AEEC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D85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C6B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4E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EAF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85FA4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AE06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2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6B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88E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6E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AA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81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E28EF3A2">
      <w:start w:val="1"/>
      <w:numFmt w:val="decimal"/>
      <w:lvlText w:val="%1."/>
      <w:lvlJc w:val="left"/>
      <w:pPr>
        <w:ind w:left="720" w:hanging="360"/>
      </w:pPr>
    </w:lvl>
    <w:lvl w:ilvl="1" w:tplc="418E44CA">
      <w:start w:val="1"/>
      <w:numFmt w:val="lowerLetter"/>
      <w:lvlText w:val="%2."/>
      <w:lvlJc w:val="left"/>
      <w:pPr>
        <w:ind w:left="1440" w:hanging="360"/>
      </w:pPr>
    </w:lvl>
    <w:lvl w:ilvl="2" w:tplc="4984B408">
      <w:start w:val="1"/>
      <w:numFmt w:val="lowerRoman"/>
      <w:lvlText w:val="%3."/>
      <w:lvlJc w:val="right"/>
      <w:pPr>
        <w:ind w:left="2160" w:hanging="180"/>
      </w:pPr>
    </w:lvl>
    <w:lvl w:ilvl="3" w:tplc="22E8611C">
      <w:start w:val="1"/>
      <w:numFmt w:val="decimal"/>
      <w:lvlText w:val="%4."/>
      <w:lvlJc w:val="left"/>
      <w:pPr>
        <w:ind w:left="2880" w:hanging="360"/>
      </w:pPr>
    </w:lvl>
    <w:lvl w:ilvl="4" w:tplc="C2A81AEC">
      <w:start w:val="1"/>
      <w:numFmt w:val="lowerLetter"/>
      <w:lvlText w:val="%5."/>
      <w:lvlJc w:val="left"/>
      <w:pPr>
        <w:ind w:left="3600" w:hanging="360"/>
      </w:pPr>
    </w:lvl>
    <w:lvl w:ilvl="5" w:tplc="494E8DD0">
      <w:start w:val="1"/>
      <w:numFmt w:val="lowerRoman"/>
      <w:lvlText w:val="%6."/>
      <w:lvlJc w:val="right"/>
      <w:pPr>
        <w:ind w:left="4320" w:hanging="180"/>
      </w:pPr>
    </w:lvl>
    <w:lvl w:ilvl="6" w:tplc="E8D4B446">
      <w:start w:val="1"/>
      <w:numFmt w:val="decimal"/>
      <w:lvlText w:val="%7."/>
      <w:lvlJc w:val="left"/>
      <w:pPr>
        <w:ind w:left="5040" w:hanging="360"/>
      </w:pPr>
    </w:lvl>
    <w:lvl w:ilvl="7" w:tplc="6C9E7668">
      <w:start w:val="1"/>
      <w:numFmt w:val="lowerLetter"/>
      <w:lvlText w:val="%8."/>
      <w:lvlJc w:val="left"/>
      <w:pPr>
        <w:ind w:left="5760" w:hanging="360"/>
      </w:pPr>
    </w:lvl>
    <w:lvl w:ilvl="8" w:tplc="FDB6E24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C3263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808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68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FA97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5E4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C4C4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CD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80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48A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2292BD00">
      <w:start w:val="1"/>
      <w:numFmt w:val="decimal"/>
      <w:lvlText w:val="%1."/>
      <w:lvlJc w:val="left"/>
      <w:pPr>
        <w:ind w:left="720" w:hanging="360"/>
      </w:pPr>
    </w:lvl>
    <w:lvl w:ilvl="1" w:tplc="1E18F0C0">
      <w:start w:val="1"/>
      <w:numFmt w:val="lowerLetter"/>
      <w:lvlText w:val="%2."/>
      <w:lvlJc w:val="left"/>
      <w:pPr>
        <w:ind w:left="1440" w:hanging="360"/>
      </w:pPr>
    </w:lvl>
    <w:lvl w:ilvl="2" w:tplc="871835E4">
      <w:start w:val="1"/>
      <w:numFmt w:val="lowerRoman"/>
      <w:lvlText w:val="%3."/>
      <w:lvlJc w:val="right"/>
      <w:pPr>
        <w:ind w:left="2160" w:hanging="180"/>
      </w:pPr>
    </w:lvl>
    <w:lvl w:ilvl="3" w:tplc="EFF8A674" w:tentative="1">
      <w:start w:val="1"/>
      <w:numFmt w:val="decimal"/>
      <w:lvlText w:val="%4."/>
      <w:lvlJc w:val="left"/>
      <w:pPr>
        <w:ind w:left="2880" w:hanging="360"/>
      </w:pPr>
    </w:lvl>
    <w:lvl w:ilvl="4" w:tplc="40989B0A" w:tentative="1">
      <w:start w:val="1"/>
      <w:numFmt w:val="lowerLetter"/>
      <w:lvlText w:val="%5."/>
      <w:lvlJc w:val="left"/>
      <w:pPr>
        <w:ind w:left="3600" w:hanging="360"/>
      </w:pPr>
    </w:lvl>
    <w:lvl w:ilvl="5" w:tplc="5A8E7DBC" w:tentative="1">
      <w:start w:val="1"/>
      <w:numFmt w:val="lowerRoman"/>
      <w:lvlText w:val="%6."/>
      <w:lvlJc w:val="right"/>
      <w:pPr>
        <w:ind w:left="4320" w:hanging="180"/>
      </w:pPr>
    </w:lvl>
    <w:lvl w:ilvl="6" w:tplc="2F042036" w:tentative="1">
      <w:start w:val="1"/>
      <w:numFmt w:val="decimal"/>
      <w:lvlText w:val="%7."/>
      <w:lvlJc w:val="left"/>
      <w:pPr>
        <w:ind w:left="5040" w:hanging="360"/>
      </w:pPr>
    </w:lvl>
    <w:lvl w:ilvl="7" w:tplc="05782144" w:tentative="1">
      <w:start w:val="1"/>
      <w:numFmt w:val="lowerLetter"/>
      <w:lvlText w:val="%8."/>
      <w:lvlJc w:val="left"/>
      <w:pPr>
        <w:ind w:left="5760" w:hanging="360"/>
      </w:pPr>
    </w:lvl>
    <w:lvl w:ilvl="8" w:tplc="A8CC12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AA0A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8EA8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989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568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483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BC55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4C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E6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004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A746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E9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41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90A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63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A67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CB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CE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5C6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E968D1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108D6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222C5D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1E6A23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57EE0D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7C074E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3DADEB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862D32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3DAA3A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E5E41378">
      <w:start w:val="1"/>
      <w:numFmt w:val="decimal"/>
      <w:lvlText w:val="%1."/>
      <w:lvlJc w:val="left"/>
      <w:pPr>
        <w:ind w:left="720" w:hanging="360"/>
      </w:pPr>
    </w:lvl>
    <w:lvl w:ilvl="1" w:tplc="2278A1F4" w:tentative="1">
      <w:start w:val="1"/>
      <w:numFmt w:val="lowerLetter"/>
      <w:lvlText w:val="%2."/>
      <w:lvlJc w:val="left"/>
      <w:pPr>
        <w:ind w:left="1440" w:hanging="360"/>
      </w:pPr>
    </w:lvl>
    <w:lvl w:ilvl="2" w:tplc="AE86CB94" w:tentative="1">
      <w:start w:val="1"/>
      <w:numFmt w:val="lowerRoman"/>
      <w:lvlText w:val="%3."/>
      <w:lvlJc w:val="right"/>
      <w:pPr>
        <w:ind w:left="2160" w:hanging="180"/>
      </w:pPr>
    </w:lvl>
    <w:lvl w:ilvl="3" w:tplc="84C6048A" w:tentative="1">
      <w:start w:val="1"/>
      <w:numFmt w:val="decimal"/>
      <w:lvlText w:val="%4."/>
      <w:lvlJc w:val="left"/>
      <w:pPr>
        <w:ind w:left="2880" w:hanging="360"/>
      </w:pPr>
    </w:lvl>
    <w:lvl w:ilvl="4" w:tplc="7668E044" w:tentative="1">
      <w:start w:val="1"/>
      <w:numFmt w:val="lowerLetter"/>
      <w:lvlText w:val="%5."/>
      <w:lvlJc w:val="left"/>
      <w:pPr>
        <w:ind w:left="3600" w:hanging="360"/>
      </w:pPr>
    </w:lvl>
    <w:lvl w:ilvl="5" w:tplc="2E0626D8" w:tentative="1">
      <w:start w:val="1"/>
      <w:numFmt w:val="lowerRoman"/>
      <w:lvlText w:val="%6."/>
      <w:lvlJc w:val="right"/>
      <w:pPr>
        <w:ind w:left="4320" w:hanging="180"/>
      </w:pPr>
    </w:lvl>
    <w:lvl w:ilvl="6" w:tplc="AE36BC54" w:tentative="1">
      <w:start w:val="1"/>
      <w:numFmt w:val="decimal"/>
      <w:lvlText w:val="%7."/>
      <w:lvlJc w:val="left"/>
      <w:pPr>
        <w:ind w:left="5040" w:hanging="360"/>
      </w:pPr>
    </w:lvl>
    <w:lvl w:ilvl="7" w:tplc="5BF2EBAE" w:tentative="1">
      <w:start w:val="1"/>
      <w:numFmt w:val="lowerLetter"/>
      <w:lvlText w:val="%8."/>
      <w:lvlJc w:val="left"/>
      <w:pPr>
        <w:ind w:left="5760" w:hanging="360"/>
      </w:pPr>
    </w:lvl>
    <w:lvl w:ilvl="8" w:tplc="FFD0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B6B82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E8BB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C4C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09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74A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68A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CB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6A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96D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B39E3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8ED8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E27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6E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AC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A8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C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67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CB6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BBF43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02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CA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EC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8D6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8D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61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84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80F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2MDIzMTEyNDY1NzBT0lEKTi0uzszPAykwrAUAy6HnUywAAAA="/>
  </w:docVars>
  <w:rsids>
    <w:rsidRoot w:val="00CD6279"/>
    <w:rsid w:val="000E1978"/>
    <w:rsid w:val="001316A8"/>
    <w:rsid w:val="001A44DA"/>
    <w:rsid w:val="00326722"/>
    <w:rsid w:val="00361775"/>
    <w:rsid w:val="00381CDD"/>
    <w:rsid w:val="00417671"/>
    <w:rsid w:val="00430DF6"/>
    <w:rsid w:val="004E7F4F"/>
    <w:rsid w:val="0054400D"/>
    <w:rsid w:val="00907F61"/>
    <w:rsid w:val="00CD6279"/>
    <w:rsid w:val="00F767B9"/>
    <w:rsid w:val="00FE72E9"/>
    <w:rsid w:val="0A0A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0E0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3D84-F709-4D81-948E-BE1990762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19F105-61C2-4656-B57F-5D1764B6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2019-11-26T09:43:00Z</dcterms:created>
  <dcterms:modified xsi:type="dcterms:W3CDTF">2019-12-10T00:40:00Z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2019-11-26T09:43:07Z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695f3a7a-6692-494b-adf3-0000d85cf2b0</vt:lpwstr>
  </property>
  <property fmtid="{D5CDD505-2E9C-101B-9397-08002B2CF9AE}" pid="9" name="MSIP_Label_1124e982-4ed1-4819-8c70-4a27f3d38393_ContentBits">
    <vt:lpwstr>0</vt:lpwstr>
  </property>
</Properties>
</file>